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049" w:type="dxa"/>
        <w:tblLayout w:type="fixed"/>
        <w:tblLook w:val="04A0" w:firstRow="1" w:lastRow="0" w:firstColumn="1" w:lastColumn="0" w:noHBand="0" w:noVBand="1"/>
      </w:tblPr>
      <w:tblGrid>
        <w:gridCol w:w="9073"/>
        <w:gridCol w:w="567"/>
        <w:gridCol w:w="617"/>
        <w:gridCol w:w="233"/>
        <w:gridCol w:w="142"/>
        <w:gridCol w:w="850"/>
        <w:gridCol w:w="567"/>
      </w:tblGrid>
      <w:tr w:rsidR="001A3B17" w:rsidTr="008F4F10">
        <w:trPr>
          <w:gridAfter w:val="1"/>
          <w:wAfter w:w="567" w:type="dxa"/>
          <w:cantSplit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1A3B17" w:rsidRPr="00E30A1C" w:rsidRDefault="001A3B17" w:rsidP="00D405FD">
            <w:pPr>
              <w:ind w:left="4962" w:right="-127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="00E30A1C">
              <w:rPr>
                <w:szCs w:val="28"/>
              </w:rPr>
              <w:t>№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3442C">
            <w:pPr>
              <w:ind w:left="4385"/>
              <w:jc w:val="both"/>
              <w:rPr>
                <w:szCs w:val="28"/>
              </w:rPr>
            </w:pPr>
          </w:p>
        </w:tc>
      </w:tr>
      <w:tr w:rsidR="001A3B17" w:rsidTr="008F4F10">
        <w:trPr>
          <w:gridAfter w:val="1"/>
          <w:wAfter w:w="567" w:type="dxa"/>
          <w:cantSplit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2A572F" w:rsidRDefault="001A3B17" w:rsidP="00D405FD">
            <w:pPr>
              <w:ind w:left="4962" w:right="-1276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2A572F" w:rsidRDefault="001A3B17" w:rsidP="00C3442C">
            <w:pPr>
              <w:ind w:left="5103"/>
              <w:rPr>
                <w:bCs/>
                <w:szCs w:val="28"/>
              </w:rPr>
            </w:pPr>
          </w:p>
        </w:tc>
      </w:tr>
      <w:tr w:rsidR="001A3B17" w:rsidTr="008F4F10">
        <w:trPr>
          <w:gridAfter w:val="1"/>
          <w:wAfter w:w="567" w:type="dxa"/>
          <w:cantSplit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2A572F" w:rsidRDefault="001A3B17" w:rsidP="00D405FD">
            <w:pPr>
              <w:ind w:left="4962" w:right="-1276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образования Новокубанский район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2A572F" w:rsidRDefault="001A3B17" w:rsidP="00C3442C">
            <w:pPr>
              <w:ind w:left="5103"/>
              <w:rPr>
                <w:bCs/>
                <w:szCs w:val="28"/>
              </w:rPr>
            </w:pPr>
          </w:p>
        </w:tc>
      </w:tr>
      <w:tr w:rsidR="001A3B17" w:rsidTr="008F4F10">
        <w:trPr>
          <w:gridAfter w:val="4"/>
          <w:wAfter w:w="1792" w:type="dxa"/>
          <w:cantSplit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BB7245" w:rsidRDefault="002E64C6" w:rsidP="00F97565">
            <w:pPr>
              <w:tabs>
                <w:tab w:val="left" w:pos="4820"/>
                <w:tab w:val="left" w:pos="9653"/>
              </w:tabs>
              <w:ind w:left="4962" w:right="-992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F97565">
              <w:rPr>
                <w:szCs w:val="28"/>
              </w:rPr>
              <w:t>__________</w:t>
            </w:r>
            <w:r>
              <w:rPr>
                <w:szCs w:val="28"/>
              </w:rPr>
              <w:t xml:space="preserve"> </w:t>
            </w:r>
            <w:r w:rsidR="001A3B17">
              <w:rPr>
                <w:szCs w:val="28"/>
              </w:rPr>
              <w:t>201</w:t>
            </w:r>
            <w:r w:rsidR="00F97565">
              <w:rPr>
                <w:szCs w:val="28"/>
              </w:rPr>
              <w:t>9</w:t>
            </w:r>
            <w:r w:rsidR="00805782">
              <w:rPr>
                <w:szCs w:val="28"/>
              </w:rPr>
              <w:t xml:space="preserve"> года</w:t>
            </w:r>
            <w:r w:rsidR="008F4F10">
              <w:rPr>
                <w:szCs w:val="28"/>
              </w:rPr>
              <w:t xml:space="preserve"> № </w:t>
            </w:r>
            <w:r w:rsidR="00F97565">
              <w:rPr>
                <w:szCs w:val="28"/>
              </w:rPr>
              <w:t>_______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1A3B17" w:rsidRDefault="001A3B17" w:rsidP="00D405FD">
            <w:pPr>
              <w:tabs>
                <w:tab w:val="left" w:pos="4820"/>
                <w:tab w:val="left" w:pos="9653"/>
              </w:tabs>
              <w:ind w:left="-108"/>
              <w:rPr>
                <w:szCs w:val="28"/>
              </w:rPr>
            </w:pPr>
          </w:p>
        </w:tc>
      </w:tr>
      <w:tr w:rsidR="001A3B17" w:rsidTr="008F4F10">
        <w:trPr>
          <w:gridAfter w:val="2"/>
          <w:wAfter w:w="1417" w:type="dxa"/>
          <w:cantSplit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1A3B17" w:rsidRDefault="001A3B17" w:rsidP="00D405FD">
            <w:pPr>
              <w:tabs>
                <w:tab w:val="left" w:pos="4820"/>
                <w:tab w:val="left" w:pos="9653"/>
              </w:tabs>
              <w:ind w:left="4962"/>
              <w:rPr>
                <w:szCs w:val="28"/>
                <w:lang w:val="en-US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3442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</w:p>
        </w:tc>
      </w:tr>
      <w:tr w:rsidR="001A3B17" w:rsidTr="008F4F10">
        <w:trPr>
          <w:cantSplit/>
        </w:trPr>
        <w:tc>
          <w:tcPr>
            <w:tcW w:w="9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7F3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Объем бюджетных ассигнований, направляемых на </w:t>
            </w:r>
            <w:proofErr w:type="gramStart"/>
            <w:r>
              <w:rPr>
                <w:b/>
                <w:bCs/>
                <w:szCs w:val="28"/>
              </w:rPr>
              <w:t>социальную</w:t>
            </w:r>
            <w:proofErr w:type="gramEnd"/>
          </w:p>
          <w:p w:rsidR="000E67F3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поддержку детей и семей, имеющих детей, на плановый период</w:t>
            </w:r>
          </w:p>
          <w:p w:rsidR="001A3B17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20</w:t>
            </w:r>
            <w:r w:rsidR="00F97565">
              <w:rPr>
                <w:b/>
                <w:bCs/>
                <w:szCs w:val="28"/>
              </w:rPr>
              <w:t>21</w:t>
            </w:r>
            <w:r w:rsidR="00CA5327">
              <w:rPr>
                <w:b/>
                <w:bCs/>
                <w:szCs w:val="28"/>
              </w:rPr>
              <w:t xml:space="preserve"> и 202</w:t>
            </w:r>
            <w:r w:rsidR="00F97565">
              <w:rPr>
                <w:b/>
                <w:bCs/>
                <w:szCs w:val="28"/>
              </w:rPr>
              <w:t>2</w:t>
            </w:r>
            <w:r>
              <w:rPr>
                <w:b/>
                <w:bCs/>
                <w:szCs w:val="28"/>
              </w:rPr>
              <w:t xml:space="preserve"> годов</w:t>
            </w:r>
          </w:p>
          <w:p w:rsidR="001A3B17" w:rsidRPr="00B46B01" w:rsidRDefault="001A3B17" w:rsidP="000E67F3">
            <w:pPr>
              <w:ind w:right="-958"/>
              <w:jc w:val="center"/>
              <w:rPr>
                <w:b/>
                <w:bCs/>
                <w:sz w:val="20"/>
                <w:szCs w:val="28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0E67F3">
            <w:pPr>
              <w:ind w:right="-958"/>
              <w:jc w:val="center"/>
              <w:rPr>
                <w:b/>
                <w:bCs/>
                <w:szCs w:val="28"/>
              </w:rPr>
            </w:pPr>
          </w:p>
        </w:tc>
      </w:tr>
    </w:tbl>
    <w:p w:rsidR="00D405FD" w:rsidRDefault="00607388" w:rsidP="00607388">
      <w:pPr>
        <w:ind w:left="8496" w:hanging="558"/>
      </w:pPr>
      <w:r>
        <w:rPr>
          <w:szCs w:val="28"/>
        </w:rPr>
        <w:t>(тыс. рублей)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5755"/>
        <w:gridCol w:w="1701"/>
        <w:gridCol w:w="1701"/>
      </w:tblGrid>
      <w:tr w:rsidR="00607388" w:rsidRPr="005349DA" w:rsidTr="00607388">
        <w:trPr>
          <w:cantSplit/>
          <w:trHeight w:val="419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5349DA" w:rsidRDefault="00607388" w:rsidP="0030746B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 xml:space="preserve">№ </w:t>
            </w:r>
            <w:proofErr w:type="gramStart"/>
            <w:r w:rsidRPr="005349DA">
              <w:rPr>
                <w:b/>
                <w:szCs w:val="28"/>
              </w:rPr>
              <w:t>п</w:t>
            </w:r>
            <w:proofErr w:type="gramEnd"/>
            <w:r w:rsidRPr="005349DA">
              <w:rPr>
                <w:b/>
                <w:szCs w:val="28"/>
              </w:rPr>
              <w:t>/п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388" w:rsidRPr="005349DA" w:rsidRDefault="00607388" w:rsidP="0030746B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Направление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5349DA" w:rsidRDefault="00607388" w:rsidP="0030746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5349DA" w:rsidRDefault="00607388" w:rsidP="0030746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2022 год</w:t>
            </w:r>
          </w:p>
        </w:tc>
      </w:tr>
      <w:tr w:rsidR="00607388" w:rsidRPr="008F0ED9" w:rsidTr="0038744F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1.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8F0ED9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8F0ED9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640,8</w:t>
            </w:r>
          </w:p>
        </w:tc>
      </w:tr>
      <w:tr w:rsidR="00607388" w:rsidRPr="008F0ED9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2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предоставлению жилых п</w:t>
            </w:r>
            <w:r w:rsidRPr="00EA3257">
              <w:rPr>
                <w:szCs w:val="28"/>
              </w:rPr>
              <w:t>о</w:t>
            </w:r>
            <w:r w:rsidRPr="00EA3257">
              <w:rPr>
                <w:szCs w:val="28"/>
              </w:rPr>
              <w:t>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8F0ED9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32 471,4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8F0ED9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34 017,7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3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</w:t>
            </w:r>
            <w:r w:rsidRPr="00EA3257">
              <w:rPr>
                <w:szCs w:val="28"/>
              </w:rPr>
              <w:t>ж</w:t>
            </w:r>
            <w:r w:rsidRPr="00EA3257">
              <w:rPr>
                <w:szCs w:val="28"/>
              </w:rPr>
              <w:t>ных средств на содержание детей-сирот и д</w:t>
            </w:r>
            <w:r w:rsidRPr="00EA3257">
              <w:rPr>
                <w:szCs w:val="28"/>
              </w:rPr>
              <w:t>е</w:t>
            </w:r>
            <w:r w:rsidRPr="00EA3257">
              <w:rPr>
                <w:szCs w:val="28"/>
              </w:rPr>
              <w:t>тей, оставшихся без попечения родителей, находящихся под опекой (попечительством), включая предварительную опеку (попеч</w:t>
            </w:r>
            <w:r w:rsidRPr="00EA3257">
              <w:rPr>
                <w:szCs w:val="28"/>
              </w:rPr>
              <w:t>и</w:t>
            </w:r>
            <w:r w:rsidRPr="00EA3257">
              <w:rPr>
                <w:szCs w:val="28"/>
              </w:rPr>
              <w:t>тельство), переданных на воспитание в пр</w:t>
            </w:r>
            <w:r w:rsidRPr="00EA3257">
              <w:rPr>
                <w:szCs w:val="28"/>
              </w:rPr>
              <w:t>и</w:t>
            </w:r>
            <w:r w:rsidRPr="00EA3257">
              <w:rPr>
                <w:szCs w:val="28"/>
              </w:rPr>
              <w:t>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50 506,3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52 527,0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4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</w:t>
            </w:r>
            <w:r w:rsidRPr="00EA3257">
              <w:rPr>
                <w:szCs w:val="28"/>
              </w:rPr>
              <w:t>а</w:t>
            </w:r>
            <w:r w:rsidRPr="00EA3257">
              <w:rPr>
                <w:szCs w:val="28"/>
              </w:rPr>
              <w:t>граждения, причитающегося приемным род</w:t>
            </w:r>
            <w:r w:rsidRPr="00EA3257">
              <w:rPr>
                <w:szCs w:val="28"/>
              </w:rPr>
              <w:t>и</w:t>
            </w:r>
            <w:r w:rsidRPr="00EA3257">
              <w:rPr>
                <w:szCs w:val="28"/>
              </w:rPr>
              <w:t>телям за оказание услуг по воспитанию пр</w:t>
            </w:r>
            <w:r w:rsidRPr="00EA3257">
              <w:rPr>
                <w:szCs w:val="28"/>
              </w:rPr>
              <w:t>и</w:t>
            </w:r>
            <w:r w:rsidRPr="00EA3257">
              <w:rPr>
                <w:szCs w:val="28"/>
              </w:rPr>
              <w:t>емных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45 839,1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47 674,3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5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</w:t>
            </w:r>
            <w:r w:rsidRPr="00EA3257">
              <w:rPr>
                <w:szCs w:val="28"/>
              </w:rPr>
              <w:t>а</w:t>
            </w:r>
            <w:r w:rsidRPr="00EA3257">
              <w:rPr>
                <w:szCs w:val="28"/>
              </w:rPr>
              <w:t>граждения, причитающегося патронатным воспитателям за оказание услуг по осущест</w:t>
            </w:r>
            <w:r w:rsidRPr="00EA3257">
              <w:rPr>
                <w:szCs w:val="28"/>
              </w:rPr>
              <w:t>в</w:t>
            </w:r>
            <w:r w:rsidRPr="00EA3257">
              <w:rPr>
                <w:szCs w:val="28"/>
              </w:rPr>
              <w:t xml:space="preserve">лению патронатного воспитания и </w:t>
            </w:r>
            <w:proofErr w:type="spellStart"/>
            <w:r w:rsidRPr="00EA3257">
              <w:rPr>
                <w:szCs w:val="28"/>
              </w:rPr>
              <w:t>пости</w:t>
            </w:r>
            <w:r w:rsidRPr="00EA3257">
              <w:rPr>
                <w:szCs w:val="28"/>
              </w:rPr>
              <w:t>н</w:t>
            </w:r>
            <w:r w:rsidRPr="00EA3257">
              <w:rPr>
                <w:szCs w:val="28"/>
              </w:rPr>
              <w:t>тернатного</w:t>
            </w:r>
            <w:proofErr w:type="spellEnd"/>
            <w:r w:rsidRPr="00EA3257">
              <w:rPr>
                <w:szCs w:val="28"/>
              </w:rPr>
              <w:t xml:space="preserve"> сопровождения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749,9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6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</w:t>
            </w:r>
            <w:r w:rsidRPr="00EA3257">
              <w:rPr>
                <w:szCs w:val="28"/>
              </w:rPr>
              <w:t>ж</w:t>
            </w:r>
            <w:r w:rsidRPr="00EA3257">
              <w:rPr>
                <w:szCs w:val="28"/>
              </w:rPr>
              <w:t>ных средств на содержание детей, нужда</w:t>
            </w:r>
            <w:r w:rsidRPr="00EA3257">
              <w:rPr>
                <w:szCs w:val="28"/>
              </w:rPr>
              <w:t>ю</w:t>
            </w:r>
            <w:r w:rsidRPr="00EA3257">
              <w:rPr>
                <w:szCs w:val="28"/>
              </w:rPr>
              <w:t>щихся в особой заботе государства, переда</w:t>
            </w:r>
            <w:r w:rsidRPr="00EA3257">
              <w:rPr>
                <w:szCs w:val="28"/>
              </w:rPr>
              <w:t>н</w:t>
            </w:r>
            <w:r w:rsidRPr="00EA3257">
              <w:rPr>
                <w:szCs w:val="28"/>
              </w:rPr>
              <w:t>ных на патронатное воспитание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532,2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553,5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lastRenderedPageBreak/>
              <w:t>7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выплаты ко</w:t>
            </w:r>
            <w:r w:rsidRPr="00EA3257">
              <w:rPr>
                <w:szCs w:val="28"/>
              </w:rPr>
              <w:t>м</w:t>
            </w:r>
            <w:r w:rsidRPr="00EA3257">
              <w:rPr>
                <w:szCs w:val="28"/>
              </w:rPr>
              <w:t>пенсации части родительской платы за пр</w:t>
            </w:r>
            <w:r w:rsidRPr="00EA3257">
              <w:rPr>
                <w:szCs w:val="28"/>
              </w:rPr>
              <w:t>и</w:t>
            </w:r>
            <w:r w:rsidRPr="00EA3257">
              <w:rPr>
                <w:szCs w:val="28"/>
              </w:rPr>
              <w:t>смотр и уход за детьми, посещающими обр</w:t>
            </w:r>
            <w:r w:rsidRPr="00EA3257">
              <w:rPr>
                <w:szCs w:val="28"/>
              </w:rPr>
              <w:t>а</w:t>
            </w:r>
            <w:r w:rsidRPr="00EA3257">
              <w:rPr>
                <w:szCs w:val="28"/>
              </w:rPr>
              <w:t>зовательные организации, реализующие о</w:t>
            </w:r>
            <w:r w:rsidRPr="00EA3257">
              <w:rPr>
                <w:szCs w:val="28"/>
              </w:rPr>
              <w:t>б</w:t>
            </w:r>
            <w:r w:rsidRPr="00EA3257">
              <w:rPr>
                <w:szCs w:val="28"/>
              </w:rPr>
              <w:t>разовательную программу дошкольного о</w:t>
            </w:r>
            <w:r w:rsidRPr="00EA3257">
              <w:rPr>
                <w:szCs w:val="28"/>
              </w:rPr>
              <w:t>б</w:t>
            </w:r>
            <w:r w:rsidRPr="00EA3257">
              <w:rPr>
                <w:szCs w:val="28"/>
              </w:rPr>
              <w:t>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8 736,5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8 736,5</w:t>
            </w:r>
          </w:p>
        </w:tc>
      </w:tr>
      <w:tr w:rsidR="00607388" w:rsidRPr="00D10FAD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8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льготным пит</w:t>
            </w:r>
            <w:r w:rsidRPr="00EA3257">
              <w:rPr>
                <w:szCs w:val="28"/>
              </w:rPr>
              <w:t>а</w:t>
            </w:r>
            <w:r w:rsidRPr="00EA3257">
              <w:rPr>
                <w:szCs w:val="28"/>
              </w:rPr>
              <w:t>нием учащихся из многодетных семей в м</w:t>
            </w:r>
            <w:r w:rsidRPr="00EA3257">
              <w:rPr>
                <w:szCs w:val="28"/>
              </w:rPr>
              <w:t>у</w:t>
            </w:r>
            <w:r w:rsidRPr="00EA3257">
              <w:rPr>
                <w:szCs w:val="28"/>
              </w:rPr>
              <w:t>ниципальных общеобразовательных орган</w:t>
            </w:r>
            <w:r w:rsidRPr="00EA3257">
              <w:rPr>
                <w:szCs w:val="28"/>
              </w:rPr>
              <w:t>и</w:t>
            </w:r>
            <w:r w:rsidRPr="00EA3257">
              <w:rPr>
                <w:szCs w:val="28"/>
              </w:rPr>
              <w:t>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D10FAD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2 918,6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D10FAD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3 035,4</w:t>
            </w:r>
          </w:p>
        </w:tc>
      </w:tr>
      <w:tr w:rsidR="00607388" w:rsidRPr="00EA3257" w:rsidTr="0038744F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9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rPr>
                <w:szCs w:val="28"/>
              </w:rPr>
            </w:pPr>
            <w:r w:rsidRPr="00EA3257">
              <w:rPr>
                <w:szCs w:val="28"/>
              </w:rPr>
              <w:t>Социальное обслуживание семьи и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790,5</w:t>
            </w:r>
          </w:p>
        </w:tc>
      </w:tr>
      <w:tr w:rsidR="00607388" w:rsidTr="0038744F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1D3873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85C1E">
              <w:rPr>
                <w:szCs w:val="28"/>
              </w:rPr>
              <w:t>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</w:t>
            </w:r>
            <w:r w:rsidRPr="00185C1E">
              <w:rPr>
                <w:szCs w:val="28"/>
              </w:rPr>
              <w:t>и</w:t>
            </w:r>
            <w:r w:rsidRPr="00185C1E">
              <w:rPr>
                <w:szCs w:val="28"/>
              </w:rPr>
              <w:t>тельство), переданных на воспитание в пр</w:t>
            </w:r>
            <w:r w:rsidRPr="00185C1E">
              <w:rPr>
                <w:szCs w:val="28"/>
              </w:rPr>
              <w:t>и</w:t>
            </w:r>
            <w:r w:rsidRPr="00185C1E">
              <w:rPr>
                <w:szCs w:val="28"/>
              </w:rPr>
              <w:t>емную семью или на патронатное воспит</w:t>
            </w:r>
            <w:r w:rsidRPr="00185C1E">
              <w:rPr>
                <w:szCs w:val="28"/>
              </w:rPr>
              <w:t>а</w:t>
            </w:r>
            <w:r w:rsidRPr="00185C1E">
              <w:rPr>
                <w:szCs w:val="28"/>
              </w:rPr>
              <w:t>ние, к месту лечения и обратно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134,4</w:t>
            </w:r>
          </w:p>
        </w:tc>
      </w:tr>
      <w:tr w:rsidR="00607388" w:rsidRPr="00EA3257" w:rsidTr="0038744F">
        <w:trPr>
          <w:cantSplit/>
          <w:trHeight w:val="43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388" w:rsidRPr="00EA3257" w:rsidRDefault="00607388" w:rsidP="00607388">
            <w:pPr>
              <w:rPr>
                <w:szCs w:val="28"/>
              </w:rPr>
            </w:pPr>
          </w:p>
          <w:p w:rsidR="00607388" w:rsidRPr="00EA3257" w:rsidRDefault="00607388" w:rsidP="00607388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388" w:rsidRPr="00EA3257" w:rsidRDefault="00607388" w:rsidP="00607388">
            <w:pPr>
              <w:rPr>
                <w:b/>
                <w:bCs/>
                <w:szCs w:val="28"/>
              </w:rPr>
            </w:pPr>
            <w:r w:rsidRPr="00EA3257">
              <w:rPr>
                <w:b/>
                <w:bCs/>
                <w:szCs w:val="28"/>
              </w:rPr>
              <w:t>Итого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388" w:rsidRPr="00EA3257" w:rsidRDefault="00607388" w:rsidP="00607388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143 290,9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388" w:rsidRPr="00EA3257" w:rsidRDefault="00607388" w:rsidP="00607388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148 860,0</w:t>
            </w:r>
          </w:p>
        </w:tc>
      </w:tr>
    </w:tbl>
    <w:p w:rsidR="00607388" w:rsidRDefault="00607388" w:rsidP="00627195">
      <w:pPr>
        <w:rPr>
          <w:szCs w:val="28"/>
        </w:rPr>
      </w:pPr>
    </w:p>
    <w:p w:rsidR="00607388" w:rsidRDefault="00607388" w:rsidP="00627195">
      <w:pPr>
        <w:rPr>
          <w:szCs w:val="28"/>
        </w:rPr>
      </w:pPr>
    </w:p>
    <w:p w:rsidR="00607388" w:rsidRDefault="00607388" w:rsidP="00627195">
      <w:pPr>
        <w:rPr>
          <w:szCs w:val="28"/>
        </w:rPr>
      </w:pPr>
    </w:p>
    <w:p w:rsidR="00627195" w:rsidRDefault="00DE0276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 xml:space="preserve">аместитель главы </w:t>
      </w:r>
      <w:proofErr w:type="gramStart"/>
      <w:r w:rsidR="00627195">
        <w:rPr>
          <w:szCs w:val="28"/>
        </w:rPr>
        <w:t>муниципального</w:t>
      </w:r>
      <w:proofErr w:type="gramEnd"/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образования </w:t>
      </w:r>
      <w:r w:rsidR="00E30A1C">
        <w:rPr>
          <w:szCs w:val="28"/>
        </w:rPr>
        <w:t>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Default="00627195" w:rsidP="00627195">
      <w:pPr>
        <w:rPr>
          <w:szCs w:val="28"/>
        </w:rPr>
      </w:pPr>
      <w:r>
        <w:rPr>
          <w:szCs w:val="28"/>
        </w:rPr>
        <w:t>образования Новокубанский район</w:t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  <w:t xml:space="preserve">   </w:t>
      </w:r>
      <w:proofErr w:type="spellStart"/>
      <w:r w:rsidR="00D405FD">
        <w:rPr>
          <w:szCs w:val="28"/>
        </w:rPr>
        <w:t>Е.В.Афонина</w:t>
      </w:r>
      <w:bookmarkStart w:id="0" w:name="_GoBack"/>
      <w:bookmarkEnd w:id="0"/>
      <w:proofErr w:type="spellEnd"/>
    </w:p>
    <w:sectPr w:rsidR="00627195" w:rsidSect="00F10CD8">
      <w:headerReference w:type="default" r:id="rId8"/>
      <w:pgSz w:w="11906" w:h="16838"/>
      <w:pgMar w:top="1276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CD8" w:rsidRDefault="00F10CD8" w:rsidP="00E12559">
      <w:r>
        <w:separator/>
      </w:r>
    </w:p>
  </w:endnote>
  <w:endnote w:type="continuationSeparator" w:id="0">
    <w:p w:rsidR="00F10CD8" w:rsidRDefault="00F10CD8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CD8" w:rsidRDefault="00F10CD8" w:rsidP="00E12559">
      <w:r>
        <w:separator/>
      </w:r>
    </w:p>
  </w:footnote>
  <w:footnote w:type="continuationSeparator" w:id="0">
    <w:p w:rsidR="00F10CD8" w:rsidRDefault="00F10CD8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10CD8" w:rsidRPr="008F4F10" w:rsidRDefault="00F10CD8" w:rsidP="003D4A14">
        <w:pPr>
          <w:pStyle w:val="a3"/>
          <w:jc w:val="center"/>
          <w:rPr>
            <w:sz w:val="24"/>
            <w:szCs w:val="24"/>
          </w:rPr>
        </w:pPr>
        <w:r w:rsidRPr="008F4F10">
          <w:rPr>
            <w:sz w:val="24"/>
            <w:szCs w:val="24"/>
          </w:rPr>
          <w:fldChar w:fldCharType="begin"/>
        </w:r>
        <w:r w:rsidRPr="008F4F10">
          <w:rPr>
            <w:sz w:val="24"/>
            <w:szCs w:val="24"/>
          </w:rPr>
          <w:instrText xml:space="preserve"> PAGE   \* MERGEFORMAT </w:instrText>
        </w:r>
        <w:r w:rsidRPr="008F4F10">
          <w:rPr>
            <w:sz w:val="24"/>
            <w:szCs w:val="24"/>
          </w:rPr>
          <w:fldChar w:fldCharType="separate"/>
        </w:r>
        <w:r w:rsidR="001D3CCA">
          <w:rPr>
            <w:noProof/>
            <w:sz w:val="24"/>
            <w:szCs w:val="24"/>
          </w:rPr>
          <w:t>2</w:t>
        </w:r>
        <w:r w:rsidRPr="008F4F10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470D"/>
    <w:rsid w:val="000152D5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463C4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868E6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E67F3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38B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17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3CCA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6763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0271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30AA"/>
    <w:rsid w:val="002D47B0"/>
    <w:rsid w:val="002D47F9"/>
    <w:rsid w:val="002D6802"/>
    <w:rsid w:val="002E112C"/>
    <w:rsid w:val="002E20A2"/>
    <w:rsid w:val="002E249D"/>
    <w:rsid w:val="002E3D77"/>
    <w:rsid w:val="002E64C6"/>
    <w:rsid w:val="002E7E42"/>
    <w:rsid w:val="002F061B"/>
    <w:rsid w:val="002F0683"/>
    <w:rsid w:val="002F0CF7"/>
    <w:rsid w:val="002F1B61"/>
    <w:rsid w:val="002F5AB0"/>
    <w:rsid w:val="002F5C5F"/>
    <w:rsid w:val="002F7840"/>
    <w:rsid w:val="00301F22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3E1B"/>
    <w:rsid w:val="00356067"/>
    <w:rsid w:val="0035656D"/>
    <w:rsid w:val="003572E3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74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3F7DC2"/>
    <w:rsid w:val="004007E9"/>
    <w:rsid w:val="00406A12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3684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D3D81"/>
    <w:rsid w:val="004D3E30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07388"/>
    <w:rsid w:val="00614897"/>
    <w:rsid w:val="00615C39"/>
    <w:rsid w:val="00617580"/>
    <w:rsid w:val="00617816"/>
    <w:rsid w:val="00620D1B"/>
    <w:rsid w:val="0062382C"/>
    <w:rsid w:val="00624DA0"/>
    <w:rsid w:val="00625D73"/>
    <w:rsid w:val="00626EA4"/>
    <w:rsid w:val="00627195"/>
    <w:rsid w:val="00630840"/>
    <w:rsid w:val="00635A23"/>
    <w:rsid w:val="00641319"/>
    <w:rsid w:val="006413ED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45FB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B7BC1"/>
    <w:rsid w:val="006C11C9"/>
    <w:rsid w:val="006C2401"/>
    <w:rsid w:val="006C2D34"/>
    <w:rsid w:val="006C4118"/>
    <w:rsid w:val="006C60E9"/>
    <w:rsid w:val="006C6301"/>
    <w:rsid w:val="006C6556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4AF2"/>
    <w:rsid w:val="00756A99"/>
    <w:rsid w:val="00761B44"/>
    <w:rsid w:val="00763148"/>
    <w:rsid w:val="00767E99"/>
    <w:rsid w:val="0077135D"/>
    <w:rsid w:val="00771B3C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1F6A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5782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0EC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8F4F1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58B0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126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45DFC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3C55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B7245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2B45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3DF1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27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55D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38C5"/>
    <w:rsid w:val="00D35230"/>
    <w:rsid w:val="00D36B82"/>
    <w:rsid w:val="00D378F2"/>
    <w:rsid w:val="00D405FD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5651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0276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0A1C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244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F0011F"/>
    <w:rsid w:val="00F014C4"/>
    <w:rsid w:val="00F0154D"/>
    <w:rsid w:val="00F01E94"/>
    <w:rsid w:val="00F034BE"/>
    <w:rsid w:val="00F107DA"/>
    <w:rsid w:val="00F10CD8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565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EADBF-CC0D-417C-94B3-ECBC6492B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406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Музычук Ольга</cp:lastModifiedBy>
  <cp:revision>53</cp:revision>
  <cp:lastPrinted>2019-10-25T13:11:00Z</cp:lastPrinted>
  <dcterms:created xsi:type="dcterms:W3CDTF">2017-09-18T13:02:00Z</dcterms:created>
  <dcterms:modified xsi:type="dcterms:W3CDTF">2019-10-25T13:11:00Z</dcterms:modified>
</cp:coreProperties>
</file>